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79010" w14:textId="2CBAD975"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223054">
        <w:rPr>
          <w:rFonts w:ascii="Corbel" w:hAnsi="Corbel"/>
          <w:bCs/>
          <w:i/>
          <w:sz w:val="24"/>
          <w:szCs w:val="24"/>
        </w:rPr>
        <w:t>12/2019</w:t>
      </w:r>
    </w:p>
    <w:p w14:paraId="52EE5ECC" w14:textId="77777777"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14:paraId="1DB79FAA" w14:textId="5FD8EC37" w:rsidR="0085747A" w:rsidRPr="002230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proofErr w:type="gramStart"/>
      <w:r w:rsidRPr="00223054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223054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85747A" w:rsidRPr="00223054">
        <w:rPr>
          <w:rFonts w:ascii="Corbel" w:hAnsi="Corbel"/>
          <w:b/>
          <w:smallCaps/>
          <w:sz w:val="24"/>
          <w:szCs w:val="24"/>
        </w:rPr>
        <w:t xml:space="preserve"> </w:t>
      </w:r>
      <w:r w:rsidR="00544F36">
        <w:rPr>
          <w:rFonts w:ascii="Corbel" w:eastAsia="Corbel" w:hAnsi="Corbel" w:cs="Corbel"/>
          <w:i/>
          <w:sz w:val="24"/>
        </w:rPr>
        <w:t>2021-2024</w:t>
      </w:r>
    </w:p>
    <w:p w14:paraId="2874F149" w14:textId="309CBF8D"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44F36">
        <w:rPr>
          <w:rFonts w:ascii="Corbel" w:hAnsi="Corbel"/>
          <w:i/>
          <w:sz w:val="24"/>
          <w:szCs w:val="24"/>
        </w:rPr>
        <w:tab/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14:paraId="29593DA9" w14:textId="6D2EA993" w:rsidR="00445970" w:rsidRPr="0022305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="00BF405A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 xml:space="preserve">Rok akademicki </w:t>
      </w:r>
      <w:r w:rsidR="00544F36">
        <w:rPr>
          <w:rFonts w:ascii="Corbel" w:eastAsia="Corbel" w:hAnsi="Corbel" w:cs="Corbel"/>
          <w:sz w:val="24"/>
        </w:rPr>
        <w:t>2021/2022</w:t>
      </w:r>
    </w:p>
    <w:p w14:paraId="5F9F4273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52F9B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3054" w14:paraId="7CC0A022" w14:textId="77777777" w:rsidTr="00B819C8">
        <w:tc>
          <w:tcPr>
            <w:tcW w:w="2694" w:type="dxa"/>
            <w:vAlign w:val="center"/>
          </w:tcPr>
          <w:p w14:paraId="56C05AD9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6A1551" w14:textId="77777777" w:rsidR="0085747A" w:rsidRPr="00544F36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44F36">
              <w:rPr>
                <w:rFonts w:ascii="Corbel" w:hAnsi="Corbel"/>
                <w:sz w:val="24"/>
                <w:szCs w:val="24"/>
              </w:rPr>
              <w:t>Etyka</w:t>
            </w:r>
          </w:p>
        </w:tc>
      </w:tr>
      <w:tr w:rsidR="0085747A" w:rsidRPr="00223054" w14:paraId="361827DE" w14:textId="77777777" w:rsidTr="00545EAB">
        <w:tc>
          <w:tcPr>
            <w:tcW w:w="2694" w:type="dxa"/>
            <w:vAlign w:val="center"/>
          </w:tcPr>
          <w:p w14:paraId="04CC4525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vAlign w:val="center"/>
          </w:tcPr>
          <w:p w14:paraId="2B855B9C" w14:textId="49F91F4C" w:rsidR="0085747A" w:rsidRPr="00223054" w:rsidRDefault="00545EAB" w:rsidP="00BB6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S</w:t>
            </w:r>
            <w:proofErr w:type="gramStart"/>
            <w:r w:rsidRPr="00223054">
              <w:rPr>
                <w:rFonts w:ascii="Corbel" w:hAnsi="Corbel"/>
                <w:b w:val="0"/>
                <w:sz w:val="24"/>
                <w:szCs w:val="24"/>
              </w:rPr>
              <w:t>[1]O</w:t>
            </w:r>
            <w:proofErr w:type="gramEnd"/>
            <w:r w:rsidRPr="00223054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85747A" w:rsidRPr="00223054" w14:paraId="5035581E" w14:textId="77777777" w:rsidTr="00B819C8">
        <w:tc>
          <w:tcPr>
            <w:tcW w:w="2694" w:type="dxa"/>
            <w:vAlign w:val="center"/>
          </w:tcPr>
          <w:p w14:paraId="57BE5254" w14:textId="77777777"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6942D2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223054" w14:paraId="6596A0AF" w14:textId="77777777" w:rsidTr="00B819C8">
        <w:tc>
          <w:tcPr>
            <w:tcW w:w="2694" w:type="dxa"/>
            <w:vAlign w:val="center"/>
          </w:tcPr>
          <w:p w14:paraId="29824AF8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82DE4B" w14:textId="77777777" w:rsidR="0085747A" w:rsidRPr="00223054" w:rsidRDefault="00EF0668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23054" w14:paraId="14FF602F" w14:textId="77777777" w:rsidTr="00B819C8">
        <w:tc>
          <w:tcPr>
            <w:tcW w:w="2694" w:type="dxa"/>
            <w:vAlign w:val="center"/>
          </w:tcPr>
          <w:p w14:paraId="5E9F57AD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F37C97" w14:textId="77777777" w:rsidR="0085747A" w:rsidRPr="00223054" w:rsidRDefault="00EF0668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F0668" w:rsidRPr="00223054" w14:paraId="1DE2E4DB" w14:textId="77777777" w:rsidTr="001C7427">
        <w:tc>
          <w:tcPr>
            <w:tcW w:w="2694" w:type="dxa"/>
            <w:vAlign w:val="center"/>
          </w:tcPr>
          <w:p w14:paraId="2419AED0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08541CD6" w14:textId="77777777"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EF0668" w:rsidRPr="00223054" w14:paraId="0908003E" w14:textId="77777777" w:rsidTr="001C7427">
        <w:tc>
          <w:tcPr>
            <w:tcW w:w="2694" w:type="dxa"/>
            <w:vAlign w:val="center"/>
          </w:tcPr>
          <w:p w14:paraId="2472785B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568009E2" w14:textId="77777777"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gramStart"/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  <w:proofErr w:type="gramEnd"/>
          </w:p>
        </w:tc>
      </w:tr>
      <w:tr w:rsidR="00EF0668" w:rsidRPr="00223054" w14:paraId="18B23D3B" w14:textId="77777777" w:rsidTr="00545EAB">
        <w:tc>
          <w:tcPr>
            <w:tcW w:w="2694" w:type="dxa"/>
            <w:vAlign w:val="center"/>
          </w:tcPr>
          <w:p w14:paraId="12FDF589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</w:tcPr>
          <w:p w14:paraId="33C14649" w14:textId="77777777" w:rsidR="00EF0668" w:rsidRPr="00223054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gramStart"/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  <w:proofErr w:type="gramEnd"/>
          </w:p>
        </w:tc>
      </w:tr>
      <w:tr w:rsidR="0085747A" w:rsidRPr="00223054" w14:paraId="27E49294" w14:textId="77777777" w:rsidTr="00545EAB">
        <w:tc>
          <w:tcPr>
            <w:tcW w:w="2694" w:type="dxa"/>
            <w:vAlign w:val="center"/>
          </w:tcPr>
          <w:p w14:paraId="08E3CAB1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5E39C01" w14:textId="77777777"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223054">
              <w:rPr>
                <w:rFonts w:ascii="Corbel" w:hAnsi="Corbel"/>
                <w:b w:val="0"/>
                <w:sz w:val="24"/>
                <w:szCs w:val="24"/>
              </w:rPr>
              <w:t>Rok 1,  semestr</w:t>
            </w:r>
            <w:proofErr w:type="gramEnd"/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223054" w14:paraId="3B161345" w14:textId="77777777" w:rsidTr="00545EAB">
        <w:tc>
          <w:tcPr>
            <w:tcW w:w="2694" w:type="dxa"/>
            <w:vAlign w:val="center"/>
          </w:tcPr>
          <w:p w14:paraId="06D804CC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83CAF19" w14:textId="77777777" w:rsidR="0085747A" w:rsidRPr="0022305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  <w:proofErr w:type="gramEnd"/>
          </w:p>
        </w:tc>
      </w:tr>
      <w:tr w:rsidR="00923D7D" w:rsidRPr="00223054" w14:paraId="565D6480" w14:textId="77777777" w:rsidTr="00545EAB">
        <w:tc>
          <w:tcPr>
            <w:tcW w:w="2694" w:type="dxa"/>
            <w:vAlign w:val="center"/>
          </w:tcPr>
          <w:p w14:paraId="58EE18F4" w14:textId="77777777"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1402F25" w14:textId="77777777"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223054">
              <w:rPr>
                <w:rFonts w:ascii="Corbel" w:hAnsi="Corbel"/>
                <w:b w:val="0"/>
                <w:sz w:val="24"/>
                <w:szCs w:val="24"/>
              </w:rPr>
              <w:t>jęz</w:t>
            </w:r>
            <w:proofErr w:type="gramEnd"/>
            <w:r w:rsidRPr="00223054"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223054" w14:paraId="289E1F7A" w14:textId="77777777" w:rsidTr="00B819C8">
        <w:tc>
          <w:tcPr>
            <w:tcW w:w="2694" w:type="dxa"/>
            <w:vAlign w:val="center"/>
          </w:tcPr>
          <w:p w14:paraId="57E555F8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FF246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14:paraId="7CB01E7F" w14:textId="77777777" w:rsidTr="00B819C8">
        <w:tc>
          <w:tcPr>
            <w:tcW w:w="2694" w:type="dxa"/>
            <w:vAlign w:val="center"/>
          </w:tcPr>
          <w:p w14:paraId="552A6010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B4305C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0B8EEF9E" w14:textId="77777777"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14:paraId="4799F253" w14:textId="77777777"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F22EBE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3054" w14:paraId="3124A16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3200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14:paraId="6CA2F0F4" w14:textId="77777777" w:rsidR="00015B8F" w:rsidRPr="002230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C15E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0F62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81371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C52B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EAC6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73D6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C4A4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90A2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7483" w14:textId="77777777" w:rsidR="00015B8F" w:rsidRPr="002230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14:paraId="24A0EA93" w14:textId="77777777" w:rsidTr="00BB20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CD45" w14:textId="77777777" w:rsidR="00015B8F" w:rsidRPr="00223054" w:rsidRDefault="00545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B166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E05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9919" w14:textId="77777777" w:rsidR="00015B8F" w:rsidRPr="00223054" w:rsidRDefault="00545E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2168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7E01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C36F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2F58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41BF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231E" w14:textId="77777777" w:rsidR="00015B8F" w:rsidRPr="00223054" w:rsidRDefault="00EF0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7E4780" w14:textId="77777777"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89CDB8" w14:textId="77777777"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14:paraId="06379652" w14:textId="77777777" w:rsidR="00544F36" w:rsidRDefault="00544F36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</w:t>
      </w:r>
    </w:p>
    <w:p w14:paraId="0BA5EBFB" w14:textId="5C2EB08A" w:rsidR="0085747A" w:rsidRPr="00223054" w:rsidRDefault="00EF06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5AB161" w14:textId="77777777"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3D517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22C120" w14:textId="1BD84207"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433988" w14:textId="77777777" w:rsidR="00544F36" w:rsidRDefault="00544F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57C684" w14:textId="35B307E9"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proofErr w:type="gramStart"/>
      <w:r w:rsidRPr="00223054">
        <w:rPr>
          <w:rFonts w:ascii="Corbel" w:hAnsi="Corbel"/>
          <w:b w:val="0"/>
          <w:szCs w:val="24"/>
        </w:rPr>
        <w:t>zaliczenie</w:t>
      </w:r>
      <w:proofErr w:type="gramEnd"/>
      <w:r w:rsidRPr="00223054">
        <w:rPr>
          <w:rFonts w:ascii="Corbel" w:hAnsi="Corbel"/>
          <w:b w:val="0"/>
          <w:szCs w:val="24"/>
        </w:rPr>
        <w:t xml:space="preserve"> z oceną</w:t>
      </w:r>
    </w:p>
    <w:p w14:paraId="366759EB" w14:textId="77777777"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F16D67" w14:textId="1E02DF9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14:paraId="6F494F44" w14:textId="77777777" w:rsidR="00544F36" w:rsidRPr="00223054" w:rsidRDefault="00544F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EDE7E1E" w14:textId="77777777" w:rsidTr="00745302">
        <w:tc>
          <w:tcPr>
            <w:tcW w:w="9670" w:type="dxa"/>
          </w:tcPr>
          <w:p w14:paraId="138560C7" w14:textId="511AD3DA"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filozoficzna na poziomie szkoły średniej</w:t>
            </w:r>
            <w:r w:rsidR="008F6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8993E35" w14:textId="77777777"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45416" w14:textId="53AC97E4" w:rsidR="0085747A" w:rsidRPr="00223054" w:rsidRDefault="00544F3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proofErr w:type="gramStart"/>
      <w:r w:rsidR="00A84C85" w:rsidRPr="00223054">
        <w:rPr>
          <w:rFonts w:ascii="Corbel" w:hAnsi="Corbel"/>
          <w:szCs w:val="24"/>
        </w:rPr>
        <w:t>cele</w:t>
      </w:r>
      <w:proofErr w:type="gramEnd"/>
      <w:r w:rsidR="00A84C85" w:rsidRPr="00223054">
        <w:rPr>
          <w:rFonts w:ascii="Corbel" w:hAnsi="Corbel"/>
          <w:szCs w:val="24"/>
        </w:rPr>
        <w:t>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14:paraId="5D4AD237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6F7C59" w14:textId="77777777"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14:paraId="4202192E" w14:textId="77777777"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23054" w14:paraId="034879C6" w14:textId="77777777" w:rsidTr="00923D7D">
        <w:tc>
          <w:tcPr>
            <w:tcW w:w="851" w:type="dxa"/>
            <w:vAlign w:val="center"/>
          </w:tcPr>
          <w:p w14:paraId="658CD20D" w14:textId="77777777"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31C7B" w14:textId="57C1E83B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23054" w14:paraId="3AF0376A" w14:textId="77777777" w:rsidTr="00923D7D">
        <w:tc>
          <w:tcPr>
            <w:tcW w:w="851" w:type="dxa"/>
            <w:vAlign w:val="center"/>
          </w:tcPr>
          <w:p w14:paraId="0E74414D" w14:textId="77777777"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9EC70" w14:textId="431F9174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23054" w14:paraId="4A620264" w14:textId="77777777" w:rsidTr="00923D7D">
        <w:tc>
          <w:tcPr>
            <w:tcW w:w="851" w:type="dxa"/>
            <w:vAlign w:val="center"/>
          </w:tcPr>
          <w:p w14:paraId="2C8AB639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7D84F1" w14:textId="30C94C78"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D02A54C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C2ED2" w14:textId="77777777"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14:paraId="71ED22CD" w14:textId="77777777"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23054" w14:paraId="41F58BC9" w14:textId="77777777" w:rsidTr="0071620A">
        <w:tc>
          <w:tcPr>
            <w:tcW w:w="1701" w:type="dxa"/>
            <w:vAlign w:val="center"/>
          </w:tcPr>
          <w:p w14:paraId="315CFD9F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7A8D02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0742D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14:paraId="3CCAC984" w14:textId="77777777" w:rsidTr="00545EAB">
        <w:tc>
          <w:tcPr>
            <w:tcW w:w="1701" w:type="dxa"/>
          </w:tcPr>
          <w:p w14:paraId="040062A8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D58932" w14:textId="38CC9F06" w:rsidR="0085747A" w:rsidRPr="00223054" w:rsidRDefault="00545EAB" w:rsidP="008F68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zna i rozumie zasady i normy etyczne oraz etykę zawodu pracownika socjalnego</w:t>
            </w:r>
          </w:p>
        </w:tc>
        <w:tc>
          <w:tcPr>
            <w:tcW w:w="1873" w:type="dxa"/>
            <w:vAlign w:val="center"/>
          </w:tcPr>
          <w:p w14:paraId="23FD058D" w14:textId="68A379C6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223054" w14:paraId="02A2BD38" w14:textId="77777777" w:rsidTr="00545EAB">
        <w:tc>
          <w:tcPr>
            <w:tcW w:w="1701" w:type="dxa"/>
          </w:tcPr>
          <w:p w14:paraId="4AA197E2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4C8528" w14:textId="2BDDFA77" w:rsidR="0085747A" w:rsidRPr="00223054" w:rsidRDefault="00545EAB" w:rsidP="008F68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Student potrafi samodzielnie posługiwać się normami i regułami moralnymi w celu rozwiązania konkretnych zadań z zakresu pracy socjalnej odwołując się do 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odeksu etyczn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8F686A">
              <w:rPr>
                <w:rFonts w:ascii="Corbel" w:hAnsi="Corbel"/>
                <w:b w:val="0"/>
                <w:smallCaps w:val="0"/>
                <w:szCs w:val="24"/>
              </w:rPr>
              <w:t xml:space="preserve"> zawodu pracownika socjalnego,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a także wykorzystywać wiedzę do ro</w:t>
            </w:r>
            <w:r w:rsidR="008F686A">
              <w:rPr>
                <w:rFonts w:ascii="Corbel" w:hAnsi="Corbel"/>
                <w:b w:val="0"/>
                <w:smallCaps w:val="0"/>
                <w:szCs w:val="24"/>
              </w:rPr>
              <w:t>zstrzygania dylematów etycznych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pojawiających się w pracy zawodowej</w:t>
            </w:r>
          </w:p>
        </w:tc>
        <w:tc>
          <w:tcPr>
            <w:tcW w:w="1873" w:type="dxa"/>
            <w:vAlign w:val="center"/>
          </w:tcPr>
          <w:p w14:paraId="769D1104" w14:textId="6464A1BD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6,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223054" w14:paraId="71BADDDC" w14:textId="77777777" w:rsidTr="00545EAB">
        <w:tc>
          <w:tcPr>
            <w:tcW w:w="1701" w:type="dxa"/>
          </w:tcPr>
          <w:p w14:paraId="3841BD13" w14:textId="235BCE70" w:rsidR="0085747A" w:rsidRPr="00223054" w:rsidRDefault="00545E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1AE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CFF506E" w14:textId="743BAA20" w:rsidR="0085747A" w:rsidRPr="00223054" w:rsidRDefault="00545EAB" w:rsidP="008F68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posiada kompetencje do rozstrzygania kwestii etycznych zawodu pracownika socjalnego</w:t>
            </w:r>
          </w:p>
        </w:tc>
        <w:tc>
          <w:tcPr>
            <w:tcW w:w="1873" w:type="dxa"/>
            <w:vAlign w:val="center"/>
          </w:tcPr>
          <w:p w14:paraId="79BD6439" w14:textId="56679809" w:rsidR="0085747A" w:rsidRPr="00223054" w:rsidRDefault="00545EAB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28DE2434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1FAC4A" w14:textId="77777777"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14:paraId="73218512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14:paraId="67FAFCD9" w14:textId="77777777"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2B2494FC" w14:textId="77777777" w:rsidTr="00544F36">
        <w:tc>
          <w:tcPr>
            <w:tcW w:w="9520" w:type="dxa"/>
          </w:tcPr>
          <w:p w14:paraId="22C2EDAC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14:paraId="4B02B912" w14:textId="77777777" w:rsidTr="00544F36">
        <w:tc>
          <w:tcPr>
            <w:tcW w:w="9520" w:type="dxa"/>
          </w:tcPr>
          <w:p w14:paraId="3574558C" w14:textId="1F4BE716" w:rsidR="0085747A" w:rsidRPr="00223054" w:rsidRDefault="00544F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8F16282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5CFDC0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14:paraId="0D7F9794" w14:textId="77777777"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197A0091" w14:textId="77777777" w:rsidTr="00923D7D">
        <w:tc>
          <w:tcPr>
            <w:tcW w:w="9639" w:type="dxa"/>
          </w:tcPr>
          <w:p w14:paraId="72E6C0A9" w14:textId="77777777"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14:paraId="2972B4A6" w14:textId="77777777" w:rsidTr="00923D7D">
        <w:tc>
          <w:tcPr>
            <w:tcW w:w="9639" w:type="dxa"/>
          </w:tcPr>
          <w:p w14:paraId="7874872D" w14:textId="0E71F9BB" w:rsidR="0085747A" w:rsidRPr="00223054" w:rsidRDefault="00AC442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23054" w14:paraId="12377E17" w14:textId="77777777" w:rsidTr="00923D7D">
        <w:tc>
          <w:tcPr>
            <w:tcW w:w="9639" w:type="dxa"/>
          </w:tcPr>
          <w:p w14:paraId="3088FBFA" w14:textId="05BBCE57" w:rsidR="0085747A" w:rsidRPr="00223054" w:rsidRDefault="00351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</w:t>
            </w:r>
            <w:r w:rsidR="00AC4425" w:rsidRPr="00223054">
              <w:rPr>
                <w:rFonts w:ascii="Corbel" w:hAnsi="Corbel"/>
                <w:sz w:val="24"/>
                <w:szCs w:val="24"/>
              </w:rPr>
              <w:t xml:space="preserve"> szkoły i prądy etyczne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23054" w14:paraId="1CF7DDDD" w14:textId="77777777" w:rsidTr="00923D7D">
        <w:tc>
          <w:tcPr>
            <w:tcW w:w="9639" w:type="dxa"/>
          </w:tcPr>
          <w:p w14:paraId="75ECEAC7" w14:textId="03464BA4" w:rsidR="0085747A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ogólna a etyka szczegółowa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4425" w:rsidRPr="00223054" w14:paraId="6A6EDBEB" w14:textId="77777777" w:rsidTr="00923D7D">
        <w:tc>
          <w:tcPr>
            <w:tcW w:w="9639" w:type="dxa"/>
          </w:tcPr>
          <w:p w14:paraId="6C072DA4" w14:textId="5827FE26" w:rsidR="00AC4425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Etyka ogólna a </w:t>
            </w:r>
            <w:r w:rsidR="00DD1A23">
              <w:rPr>
                <w:rFonts w:ascii="Corbel" w:hAnsi="Corbel"/>
                <w:sz w:val="24"/>
                <w:szCs w:val="24"/>
              </w:rPr>
              <w:t>e</w:t>
            </w:r>
            <w:r w:rsidRPr="00223054">
              <w:rPr>
                <w:rFonts w:ascii="Corbel" w:hAnsi="Corbel"/>
                <w:sz w:val="24"/>
                <w:szCs w:val="24"/>
              </w:rPr>
              <w:t>tyka zawodowa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4425" w:rsidRPr="00223054" w14:paraId="7116CC3F" w14:textId="77777777" w:rsidTr="00923D7D">
        <w:tc>
          <w:tcPr>
            <w:tcW w:w="9639" w:type="dxa"/>
          </w:tcPr>
          <w:p w14:paraId="39F7C394" w14:textId="7A1EF541" w:rsidR="00AC4425" w:rsidRPr="00223054" w:rsidRDefault="00AC44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w pracy pracownika socjalnego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A671AB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36C70" w14:textId="77777777"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14:paraId="04DA9508" w14:textId="77777777" w:rsidR="00544F36" w:rsidRDefault="00544F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3CAD1" w14:textId="14BF2AD3"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14:paraId="66C8B4BA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A26B3" w14:textId="70D41F3C" w:rsidR="0085747A" w:rsidRPr="00223054" w:rsidRDefault="00544F3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14:paraId="323B86C8" w14:textId="77777777"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AE73C2" w14:textId="77777777"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14:paraId="2F9BAFCC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223054" w14:paraId="2E701055" w14:textId="77777777" w:rsidTr="00C05F44">
        <w:tc>
          <w:tcPr>
            <w:tcW w:w="1985" w:type="dxa"/>
            <w:vAlign w:val="center"/>
          </w:tcPr>
          <w:p w14:paraId="02B3E22E" w14:textId="77777777"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8B39C" w14:textId="77777777"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0F4AA7" w14:textId="77777777"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AFD77D" w14:textId="77777777"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EAA2AF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14:paraId="788F2263" w14:textId="77777777" w:rsidTr="007455E1">
        <w:tc>
          <w:tcPr>
            <w:tcW w:w="1985" w:type="dxa"/>
          </w:tcPr>
          <w:p w14:paraId="1C2F50FE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5E42D805" w14:textId="77777777" w:rsidR="007455E1" w:rsidRPr="00223054" w:rsidRDefault="00AA1C99" w:rsidP="00745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1C9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AA1C99">
              <w:rPr>
                <w:rFonts w:ascii="Corbel" w:hAnsi="Corbel"/>
                <w:b w:val="0"/>
                <w:szCs w:val="24"/>
              </w:rPr>
              <w:t xml:space="preserve"> </w:t>
            </w:r>
            <w:r w:rsidR="007455E1" w:rsidRPr="00AA1C99">
              <w:rPr>
                <w:rFonts w:ascii="Corbel" w:hAnsi="Corbel"/>
                <w:b w:val="0"/>
                <w:caps/>
                <w:smallCaps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4566170D" w14:textId="77777777" w:rsidR="007455E1" w:rsidRPr="00223054" w:rsidRDefault="007455E1" w:rsidP="00745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455E1" w:rsidRPr="00223054" w14:paraId="050AE8B2" w14:textId="77777777" w:rsidTr="00C05F44">
        <w:tc>
          <w:tcPr>
            <w:tcW w:w="1985" w:type="dxa"/>
          </w:tcPr>
          <w:p w14:paraId="262739E9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49E5628E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002C34C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14:paraId="2C16B82C" w14:textId="77777777" w:rsidTr="00C05F44">
        <w:tc>
          <w:tcPr>
            <w:tcW w:w="1985" w:type="dxa"/>
          </w:tcPr>
          <w:p w14:paraId="0E8D9CFB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69CBFFDA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223378B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4404E" w14:textId="77777777"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3E5BF" w14:textId="77777777"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14:paraId="0DD1C282" w14:textId="77777777"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F1A81CE" w14:textId="77777777" w:rsidTr="00923D7D">
        <w:tc>
          <w:tcPr>
            <w:tcW w:w="9670" w:type="dxa"/>
          </w:tcPr>
          <w:p w14:paraId="08ECCA53" w14:textId="5094061C"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36F2A9C2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73CF0" w14:textId="77777777"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998547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14:paraId="5C207475" w14:textId="77777777" w:rsidTr="003E1941">
        <w:tc>
          <w:tcPr>
            <w:tcW w:w="4962" w:type="dxa"/>
            <w:vAlign w:val="center"/>
          </w:tcPr>
          <w:p w14:paraId="499AB036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66E307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14:paraId="735A1CF7" w14:textId="77777777" w:rsidTr="00923D7D">
        <w:tc>
          <w:tcPr>
            <w:tcW w:w="4962" w:type="dxa"/>
          </w:tcPr>
          <w:p w14:paraId="6420A270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30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049F24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14:paraId="058B8AA8" w14:textId="77777777" w:rsidTr="00923D7D">
        <w:tc>
          <w:tcPr>
            <w:tcW w:w="4962" w:type="dxa"/>
          </w:tcPr>
          <w:p w14:paraId="6316175B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8ADFFD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BFD643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14:paraId="610C0E89" w14:textId="77777777" w:rsidTr="00923D7D">
        <w:tc>
          <w:tcPr>
            <w:tcW w:w="4962" w:type="dxa"/>
          </w:tcPr>
          <w:p w14:paraId="5552F8FD" w14:textId="77777777"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0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6F752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EAF6D4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14:paraId="4FCF33BB" w14:textId="77777777" w:rsidTr="00923D7D">
        <w:tc>
          <w:tcPr>
            <w:tcW w:w="4962" w:type="dxa"/>
          </w:tcPr>
          <w:p w14:paraId="269690B6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A6204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14:paraId="3C58CE16" w14:textId="77777777" w:rsidTr="00923D7D">
        <w:tc>
          <w:tcPr>
            <w:tcW w:w="4962" w:type="dxa"/>
          </w:tcPr>
          <w:p w14:paraId="5B006593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458DAC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E6EA39" w14:textId="77777777"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B46A70" w14:textId="77777777"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6453CF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14:paraId="5DEFEF42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44F36" w:rsidRPr="00223054" w14:paraId="3BA66474" w14:textId="77777777" w:rsidTr="0071620A">
        <w:trPr>
          <w:trHeight w:val="397"/>
        </w:trPr>
        <w:tc>
          <w:tcPr>
            <w:tcW w:w="3544" w:type="dxa"/>
          </w:tcPr>
          <w:p w14:paraId="58BAA69F" w14:textId="77777777" w:rsidR="00544F36" w:rsidRPr="00223054" w:rsidRDefault="00544F36" w:rsidP="00544F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0B9704F8" w14:textId="7747A2C6" w:rsidR="00544F36" w:rsidRPr="00223054" w:rsidRDefault="00544F36" w:rsidP="00544F3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47E4A">
              <w:t>Nie dotyczy</w:t>
            </w:r>
          </w:p>
        </w:tc>
      </w:tr>
      <w:tr w:rsidR="00544F36" w:rsidRPr="00223054" w14:paraId="429BD6A0" w14:textId="77777777" w:rsidTr="0071620A">
        <w:trPr>
          <w:trHeight w:val="397"/>
        </w:trPr>
        <w:tc>
          <w:tcPr>
            <w:tcW w:w="3544" w:type="dxa"/>
          </w:tcPr>
          <w:p w14:paraId="79687F1E" w14:textId="77777777" w:rsidR="00544F36" w:rsidRPr="00223054" w:rsidRDefault="00544F36" w:rsidP="00544F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38E19EF4" w14:textId="388505FE" w:rsidR="00544F36" w:rsidRPr="00223054" w:rsidRDefault="00544F36" w:rsidP="00544F36">
            <w:pPr>
              <w:rPr>
                <w:rFonts w:ascii="Corbel" w:hAnsi="Corbel"/>
                <w:b/>
                <w:smallCaps/>
                <w:szCs w:val="24"/>
              </w:rPr>
            </w:pPr>
            <w:r w:rsidRPr="00E47E4A">
              <w:t>Nie dotyczy</w:t>
            </w:r>
          </w:p>
        </w:tc>
      </w:tr>
    </w:tbl>
    <w:p w14:paraId="6F8585C0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7C768E" w14:textId="77777777"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DD0306" w14:textId="77777777"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14:paraId="4CC9C410" w14:textId="77777777"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2"/>
      </w:tblGrid>
      <w:tr w:rsidR="0085747A" w:rsidRPr="00223054" w14:paraId="54CB046C" w14:textId="77777777" w:rsidTr="0071620A">
        <w:trPr>
          <w:trHeight w:val="397"/>
        </w:trPr>
        <w:tc>
          <w:tcPr>
            <w:tcW w:w="7513" w:type="dxa"/>
          </w:tcPr>
          <w:p w14:paraId="73736D34" w14:textId="77777777" w:rsidR="0085747A" w:rsidRPr="003522C2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2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E316A77" w14:textId="77777777" w:rsidR="00223054" w:rsidRPr="003522C2" w:rsidRDefault="00223054" w:rsidP="00352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2DDED8" w14:textId="50CE57E4" w:rsidR="007E2498" w:rsidRPr="003522C2" w:rsidRDefault="007E2498" w:rsidP="00352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Anzenbacher</w:t>
            </w:r>
            <w:proofErr w:type="spellEnd"/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(2008). Wprowadzenie do etyki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Kraków: WAM.</w:t>
            </w:r>
          </w:p>
          <w:p w14:paraId="5FAC3456" w14:textId="77777777" w:rsidR="007E2498" w:rsidRPr="003522C2" w:rsidRDefault="007E2498" w:rsidP="007E2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8CE1366" w14:textId="160613AF" w:rsidR="00EF0668" w:rsidRPr="003522C2" w:rsidRDefault="00EF0668" w:rsidP="00EF0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522C2" w14:paraId="72BF4455" w14:textId="77777777" w:rsidTr="0071620A">
        <w:trPr>
          <w:trHeight w:val="397"/>
        </w:trPr>
        <w:tc>
          <w:tcPr>
            <w:tcW w:w="7513" w:type="dxa"/>
          </w:tcPr>
          <w:p w14:paraId="0B75914F" w14:textId="77777777" w:rsidR="0085747A" w:rsidRPr="003522C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2C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85430A8" w14:textId="77777777" w:rsidR="00223054" w:rsidRPr="003522C2" w:rsidRDefault="00223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8E51BF" w14:textId="3C232E2E" w:rsidR="007E2498" w:rsidRPr="003522C2" w:rsidRDefault="007E2498" w:rsidP="00352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Bourke</w:t>
            </w:r>
            <w:proofErr w:type="spellEnd"/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proofErr w:type="gram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(1994). Historia</w:t>
            </w:r>
            <w:proofErr w:type="gramEnd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etyki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Krupski.</w:t>
            </w:r>
          </w:p>
          <w:p w14:paraId="68CC01B4" w14:textId="7E17BE8E" w:rsidR="00C230E6" w:rsidRPr="003522C2" w:rsidRDefault="00C230E6" w:rsidP="00352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Maritain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proofErr w:type="gram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(2001). Dziewięć</w:t>
            </w:r>
            <w:proofErr w:type="gramEnd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wykładów o podstawowych pojęciach filozofii moralnej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szCs w:val="24"/>
              </w:rPr>
              <w:t xml:space="preserve">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Lublin:</w:t>
            </w:r>
            <w:r w:rsidRPr="003522C2">
              <w:t xml:space="preserve">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Redakcja Wydawnictw KUL.</w:t>
            </w:r>
          </w:p>
          <w:p w14:paraId="0A8342AA" w14:textId="76F1F654" w:rsidR="00C230E6" w:rsidRPr="003522C2" w:rsidRDefault="00C230E6" w:rsidP="003522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Styczeń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proofErr w:type="gram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(1995). </w:t>
            </w: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Wprowadzenie</w:t>
            </w:r>
            <w:proofErr w:type="spellEnd"/>
            <w:proofErr w:type="gramEnd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</w:t>
            </w:r>
            <w:bookmarkStart w:id="0" w:name="_GoBack"/>
            <w:bookmarkEnd w:id="0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tyki</w:t>
            </w:r>
            <w:proofErr w:type="spellEnd"/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Lublin: TN KUL.</w:t>
            </w:r>
          </w:p>
          <w:p w14:paraId="4BC682A1" w14:textId="2C26A811" w:rsidR="00E971E6" w:rsidRPr="003522C2" w:rsidRDefault="00E971E6" w:rsidP="002507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Reamer, 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F. G.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The Evolution of Socia</w:t>
            </w:r>
            <w:r w:rsidR="003522C2"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l Work Ethics: Bearing Witness.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ADVANCES IN SOCIAL WORK (OCT 2013), </w:t>
            </w:r>
            <w:hyperlink r:id="rId11" w:history="1">
              <w:r w:rsidRPr="003522C2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https://journals.iupui.edu/index.php/advancesinsocialwork/article/view/14637</w:t>
              </w:r>
            </w:hyperlink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321535D7" w14:textId="37109631" w:rsidR="0077143D" w:rsidRPr="003522C2" w:rsidRDefault="0077143D" w:rsidP="0077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2EAD58CE" w14:textId="77777777" w:rsidR="0085747A" w:rsidRPr="00E971E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B34AE47" w14:textId="77777777" w:rsidR="0085747A" w:rsidRPr="00E971E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152710E" w14:textId="77777777"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D4B06" w14:textId="77777777" w:rsidR="006912D4" w:rsidRDefault="006912D4" w:rsidP="00C16ABF">
      <w:pPr>
        <w:spacing w:after="0" w:line="240" w:lineRule="auto"/>
      </w:pPr>
      <w:r>
        <w:separator/>
      </w:r>
    </w:p>
  </w:endnote>
  <w:endnote w:type="continuationSeparator" w:id="0">
    <w:p w14:paraId="257EFC91" w14:textId="77777777" w:rsidR="006912D4" w:rsidRDefault="006912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3093681"/>
      <w:docPartObj>
        <w:docPartGallery w:val="Page Numbers (Bottom of Page)"/>
        <w:docPartUnique/>
      </w:docPartObj>
    </w:sdtPr>
    <w:sdtEndPr/>
    <w:sdtContent>
      <w:p w14:paraId="11B633F5" w14:textId="3FD5643D" w:rsidR="00223054" w:rsidRDefault="002230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78C">
          <w:rPr>
            <w:noProof/>
          </w:rPr>
          <w:t>4</w:t>
        </w:r>
        <w:r>
          <w:fldChar w:fldCharType="end"/>
        </w:r>
      </w:p>
    </w:sdtContent>
  </w:sdt>
  <w:p w14:paraId="15F40244" w14:textId="77777777"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9039F" w14:textId="77777777" w:rsidR="006912D4" w:rsidRDefault="006912D4" w:rsidP="00C16ABF">
      <w:pPr>
        <w:spacing w:after="0" w:line="240" w:lineRule="auto"/>
      </w:pPr>
      <w:r>
        <w:separator/>
      </w:r>
    </w:p>
  </w:footnote>
  <w:footnote w:type="continuationSeparator" w:id="0">
    <w:p w14:paraId="4F40C8FE" w14:textId="77777777" w:rsidR="006912D4" w:rsidRDefault="006912D4" w:rsidP="00C16ABF">
      <w:pPr>
        <w:spacing w:after="0" w:line="240" w:lineRule="auto"/>
      </w:pPr>
      <w:r>
        <w:continuationSeparator/>
      </w:r>
    </w:p>
  </w:footnote>
  <w:footnote w:id="1">
    <w:p w14:paraId="07C03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A02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5078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EB"/>
    <w:rsid w:val="00346FE9"/>
    <w:rsid w:val="0034759A"/>
    <w:rsid w:val="003503F6"/>
    <w:rsid w:val="00351D74"/>
    <w:rsid w:val="003522C2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967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F36"/>
    <w:rsid w:val="00545EAB"/>
    <w:rsid w:val="0056696D"/>
    <w:rsid w:val="0059484D"/>
    <w:rsid w:val="005A0855"/>
    <w:rsid w:val="005A3196"/>
    <w:rsid w:val="005B2A58"/>
    <w:rsid w:val="005C080F"/>
    <w:rsid w:val="005C55E5"/>
    <w:rsid w:val="005C696A"/>
    <w:rsid w:val="005E6E85"/>
    <w:rsid w:val="005F30C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2D4"/>
    <w:rsid w:val="00696477"/>
    <w:rsid w:val="006D050F"/>
    <w:rsid w:val="006D6139"/>
    <w:rsid w:val="006E5D65"/>
    <w:rsid w:val="006F1282"/>
    <w:rsid w:val="006F1FBC"/>
    <w:rsid w:val="006F31E2"/>
    <w:rsid w:val="006F4621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5A36"/>
    <w:rsid w:val="00766FD4"/>
    <w:rsid w:val="0077143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498"/>
    <w:rsid w:val="007F4155"/>
    <w:rsid w:val="0081554D"/>
    <w:rsid w:val="0081707E"/>
    <w:rsid w:val="00836B7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86A"/>
    <w:rsid w:val="008F6E29"/>
    <w:rsid w:val="00916188"/>
    <w:rsid w:val="00923D7D"/>
    <w:rsid w:val="009508DF"/>
    <w:rsid w:val="00950DAC"/>
    <w:rsid w:val="00954A07"/>
    <w:rsid w:val="00956AAD"/>
    <w:rsid w:val="009866B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9618E"/>
    <w:rsid w:val="00BB2045"/>
    <w:rsid w:val="00BB520A"/>
    <w:rsid w:val="00BB644B"/>
    <w:rsid w:val="00BD3869"/>
    <w:rsid w:val="00BD66E9"/>
    <w:rsid w:val="00BD6FF4"/>
    <w:rsid w:val="00BF2C41"/>
    <w:rsid w:val="00BF405A"/>
    <w:rsid w:val="00C058B4"/>
    <w:rsid w:val="00C05F44"/>
    <w:rsid w:val="00C131B5"/>
    <w:rsid w:val="00C16ABF"/>
    <w:rsid w:val="00C170AE"/>
    <w:rsid w:val="00C230E6"/>
    <w:rsid w:val="00C26CB7"/>
    <w:rsid w:val="00C324C1"/>
    <w:rsid w:val="00C36992"/>
    <w:rsid w:val="00C56036"/>
    <w:rsid w:val="00C61DC5"/>
    <w:rsid w:val="00C67E92"/>
    <w:rsid w:val="00C70A26"/>
    <w:rsid w:val="00C766DF"/>
    <w:rsid w:val="00C80A35"/>
    <w:rsid w:val="00C84F6C"/>
    <w:rsid w:val="00C94B98"/>
    <w:rsid w:val="00CA2B96"/>
    <w:rsid w:val="00CA5089"/>
    <w:rsid w:val="00CD6897"/>
    <w:rsid w:val="00CE5BAC"/>
    <w:rsid w:val="00CF25BE"/>
    <w:rsid w:val="00CF78ED"/>
    <w:rsid w:val="00D01AEC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0F"/>
    <w:rsid w:val="00D74119"/>
    <w:rsid w:val="00D804DD"/>
    <w:rsid w:val="00D8075B"/>
    <w:rsid w:val="00D8678B"/>
    <w:rsid w:val="00DA2114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08C"/>
    <w:rsid w:val="00E960BB"/>
    <w:rsid w:val="00E971E6"/>
    <w:rsid w:val="00EA2074"/>
    <w:rsid w:val="00EA4832"/>
    <w:rsid w:val="00EA4E9D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75959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8B002"/>
  <w15:docId w15:val="{A937140C-6C7B-4EDE-BA20-F7AB1C37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urnals.iupui.edu/index.php/advancesinsocialwork/article/view/14637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EB36-8976-4119-BBB5-05BF234B7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9BAAB2-65DA-429E-9B42-F1B7484F1D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184FE-A114-4A59-9BFA-EE033A769CD0}"/>
</file>

<file path=customXml/itemProps4.xml><?xml version="1.0" encoding="utf-8"?>
<ds:datastoreItem xmlns:ds="http://schemas.openxmlformats.org/officeDocument/2006/customXml" ds:itemID="{B757C4F3-BA49-4F6E-8AF9-12B150CA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</cp:lastModifiedBy>
  <cp:revision>4</cp:revision>
  <cp:lastPrinted>2019-02-06T12:12:00Z</cp:lastPrinted>
  <dcterms:created xsi:type="dcterms:W3CDTF">2021-09-29T09:08:00Z</dcterms:created>
  <dcterms:modified xsi:type="dcterms:W3CDTF">2021-09-29T09:13:00Z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